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43437A">
      <w:pPr>
        <w:tabs>
          <w:tab w:val="left" w:pos="4260"/>
          <w:tab w:val="center" w:pos="4819"/>
        </w:tabs>
        <w:ind w:firstLine="4096" w:firstLineChars="1700"/>
        <w:jc w:val="left"/>
        <w:rPr>
          <w:rFonts w:hint="eastAsia" w:ascii="宋体" w:hAnsi="宋体"/>
          <w:b/>
          <w:sz w:val="24"/>
          <w:u w:val="double"/>
        </w:rPr>
      </w:pPr>
      <w:r>
        <w:rPr>
          <w:rFonts w:hint="eastAsia" w:ascii="宋体" w:hAnsi="宋体"/>
          <w:b/>
          <w:sz w:val="24"/>
          <w:u w:val="double"/>
        </w:rPr>
        <w:t xml:space="preserve">小 学 英 </w:t>
      </w:r>
      <w:r>
        <w:rPr>
          <w:rFonts w:ascii="宋体" w:hAnsi="宋体"/>
          <w:b/>
          <w:sz w:val="24"/>
          <w:u w:val="double"/>
        </w:rPr>
        <w:t xml:space="preserve"> </w:t>
      </w:r>
      <w:r>
        <w:rPr>
          <w:rFonts w:hint="eastAsia" w:ascii="宋体" w:hAnsi="宋体"/>
          <w:b/>
          <w:sz w:val="24"/>
          <w:u w:val="double"/>
        </w:rPr>
        <w:t xml:space="preserve">语 </w:t>
      </w:r>
      <w:r>
        <w:rPr>
          <w:rFonts w:ascii="宋体" w:hAnsi="宋体"/>
          <w:b/>
          <w:sz w:val="24"/>
          <w:u w:val="double"/>
        </w:rPr>
        <w:t>教</w:t>
      </w:r>
      <w:r>
        <w:rPr>
          <w:rFonts w:hint="eastAsia" w:ascii="宋体" w:hAnsi="宋体"/>
          <w:b/>
          <w:sz w:val="24"/>
          <w:u w:val="double"/>
        </w:rPr>
        <w:t xml:space="preserve">  案</w:t>
      </w:r>
    </w:p>
    <w:p w14:paraId="34C4C060">
      <w:pPr>
        <w:tabs>
          <w:tab w:val="left" w:pos="4260"/>
          <w:tab w:val="center" w:pos="4819"/>
        </w:tabs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b/>
          <w:sz w:val="24"/>
        </w:rPr>
        <w:t xml:space="preserve">                         </w:t>
      </w:r>
      <w:r>
        <w:rPr>
          <w:rFonts w:hint="eastAsia" w:ascii="宋体" w:hAnsi="宋体"/>
          <w:sz w:val="24"/>
        </w:rPr>
        <w:t xml:space="preserve">                NO：</w:t>
      </w:r>
      <w:r>
        <w:rPr>
          <w:rFonts w:hint="eastAsia" w:ascii="宋体" w:hAnsi="宋体"/>
          <w:sz w:val="24"/>
          <w:lang w:val="en-US" w:eastAsia="zh-CN"/>
        </w:rPr>
        <w:t>9</w:t>
      </w:r>
    </w:p>
    <w:tbl>
      <w:tblPr>
        <w:tblStyle w:val="10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701"/>
        <w:gridCol w:w="709"/>
        <w:gridCol w:w="992"/>
        <w:gridCol w:w="1187"/>
        <w:gridCol w:w="372"/>
        <w:gridCol w:w="709"/>
        <w:gridCol w:w="1276"/>
        <w:gridCol w:w="425"/>
        <w:gridCol w:w="1134"/>
      </w:tblGrid>
      <w:tr w14:paraId="0B48A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276" w:type="dxa"/>
            <w:noWrap w:val="0"/>
            <w:vAlign w:val="center"/>
          </w:tcPr>
          <w:p w14:paraId="74A400EC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课  题</w:t>
            </w:r>
          </w:p>
        </w:tc>
        <w:tc>
          <w:tcPr>
            <w:tcW w:w="3402" w:type="dxa"/>
            <w:gridSpan w:val="3"/>
            <w:noWrap w:val="0"/>
            <w:vAlign w:val="center"/>
          </w:tcPr>
          <w:p w14:paraId="6A468DB4">
            <w:pPr>
              <w:jc w:val="lef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 xml:space="preserve"> Unit 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2 Know your body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 xml:space="preserve">. </w:t>
            </w:r>
          </w:p>
          <w:p w14:paraId="15233FF8">
            <w:pPr>
              <w:jc w:val="right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val="en-US" w:eastAsia="zh-CN"/>
              </w:rPr>
              <w:t>Hit it big&amp;wrap up&amp;check it</w:t>
            </w:r>
            <w:r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  <w:t>.</w:t>
            </w:r>
          </w:p>
        </w:tc>
        <w:tc>
          <w:tcPr>
            <w:tcW w:w="1187" w:type="dxa"/>
            <w:noWrap w:val="0"/>
            <w:vAlign w:val="center"/>
          </w:tcPr>
          <w:p w14:paraId="458F592C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授课</w:t>
            </w:r>
          </w:p>
          <w:p w14:paraId="6C1FD11F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时间</w:t>
            </w:r>
          </w:p>
        </w:tc>
        <w:tc>
          <w:tcPr>
            <w:tcW w:w="2357" w:type="dxa"/>
            <w:gridSpan w:val="3"/>
            <w:noWrap w:val="0"/>
            <w:vAlign w:val="center"/>
          </w:tcPr>
          <w:p w14:paraId="743665E1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25" w:type="dxa"/>
            <w:noWrap w:val="0"/>
            <w:vAlign w:val="top"/>
          </w:tcPr>
          <w:p w14:paraId="30639E26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授课班级</w:t>
            </w:r>
          </w:p>
        </w:tc>
        <w:tc>
          <w:tcPr>
            <w:tcW w:w="1134" w:type="dxa"/>
            <w:noWrap w:val="0"/>
            <w:vAlign w:val="top"/>
          </w:tcPr>
          <w:p w14:paraId="4F72DDA1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0181F75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3.1</w:t>
            </w:r>
          </w:p>
        </w:tc>
      </w:tr>
      <w:tr w14:paraId="63065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276" w:type="dxa"/>
            <w:noWrap w:val="0"/>
            <w:vAlign w:val="center"/>
          </w:tcPr>
          <w:p w14:paraId="7CF5A271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主备</w:t>
            </w:r>
          </w:p>
          <w:p w14:paraId="35F3A123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教师</w:t>
            </w:r>
          </w:p>
        </w:tc>
        <w:tc>
          <w:tcPr>
            <w:tcW w:w="1701" w:type="dxa"/>
            <w:noWrap w:val="0"/>
            <w:vAlign w:val="center"/>
          </w:tcPr>
          <w:p w14:paraId="0FBB578B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</w:rPr>
              <w:t>李敏</w:t>
            </w:r>
          </w:p>
        </w:tc>
        <w:tc>
          <w:tcPr>
            <w:tcW w:w="709" w:type="dxa"/>
            <w:noWrap w:val="0"/>
            <w:vAlign w:val="center"/>
          </w:tcPr>
          <w:p w14:paraId="77D3D066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课型</w:t>
            </w:r>
          </w:p>
        </w:tc>
        <w:tc>
          <w:tcPr>
            <w:tcW w:w="992" w:type="dxa"/>
            <w:noWrap w:val="0"/>
            <w:vAlign w:val="center"/>
          </w:tcPr>
          <w:p w14:paraId="20ABA59C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新授</w:t>
            </w:r>
          </w:p>
        </w:tc>
        <w:tc>
          <w:tcPr>
            <w:tcW w:w="1187" w:type="dxa"/>
            <w:noWrap w:val="0"/>
            <w:vAlign w:val="center"/>
          </w:tcPr>
          <w:p w14:paraId="73CBA073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课时</w:t>
            </w:r>
          </w:p>
        </w:tc>
        <w:tc>
          <w:tcPr>
            <w:tcW w:w="372" w:type="dxa"/>
            <w:noWrap w:val="0"/>
            <w:vAlign w:val="center"/>
          </w:tcPr>
          <w:p w14:paraId="00232F7C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" w:type="dxa"/>
            <w:noWrap w:val="0"/>
            <w:vAlign w:val="center"/>
          </w:tcPr>
          <w:p w14:paraId="57B4B396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授课</w:t>
            </w:r>
          </w:p>
          <w:p w14:paraId="5BA7F0A1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教师</w:t>
            </w:r>
          </w:p>
        </w:tc>
        <w:tc>
          <w:tcPr>
            <w:tcW w:w="2835" w:type="dxa"/>
            <w:gridSpan w:val="3"/>
            <w:noWrap w:val="0"/>
            <w:vAlign w:val="center"/>
          </w:tcPr>
          <w:p w14:paraId="27601C69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李敏</w:t>
            </w:r>
          </w:p>
        </w:tc>
      </w:tr>
      <w:tr w14:paraId="74141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</w:trPr>
        <w:tc>
          <w:tcPr>
            <w:tcW w:w="1276" w:type="dxa"/>
            <w:noWrap w:val="0"/>
            <w:vAlign w:val="center"/>
          </w:tcPr>
          <w:p w14:paraId="208153C4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单元</w:t>
            </w:r>
          </w:p>
          <w:p w14:paraId="20CA6FA9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主题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69435FBE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“Know your body”，本主题属于“人与自我”和“人与社会”的主题范畴，涉及“身边的事物与环境”和“同伴交往，相互尊重，友好互助”。</w:t>
            </w:r>
          </w:p>
        </w:tc>
      </w:tr>
      <w:tr w14:paraId="536B5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</w:trPr>
        <w:tc>
          <w:tcPr>
            <w:tcW w:w="1276" w:type="dxa"/>
            <w:noWrap w:val="0"/>
            <w:vAlign w:val="center"/>
          </w:tcPr>
          <w:p w14:paraId="6AD38B83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单元</w:t>
            </w:r>
          </w:p>
          <w:p w14:paraId="33B4E5C1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</w:t>
            </w:r>
          </w:p>
          <w:p w14:paraId="7CBFF9E0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目标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71D12FA7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1.运用所学语言介绍身体部位；</w:t>
            </w:r>
          </w:p>
          <w:p w14:paraId="32634AC9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2.仿照配图故事，以图文结合的方式谈论身体部位；</w:t>
            </w:r>
          </w:p>
          <w:p w14:paraId="1DCD3032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3.掌握字母m和n在单词中的发音；</w:t>
            </w:r>
          </w:p>
          <w:p w14:paraId="55E0E917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4.运用所学语言描述自己及他人的外貌特征，了解并尊重世界各地人们的外貌差异，悦纳自我、尊重他人。</w:t>
            </w:r>
          </w:p>
        </w:tc>
      </w:tr>
      <w:tr w14:paraId="71F1E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</w:trPr>
        <w:tc>
          <w:tcPr>
            <w:tcW w:w="1276" w:type="dxa"/>
            <w:noWrap w:val="0"/>
            <w:vAlign w:val="center"/>
          </w:tcPr>
          <w:p w14:paraId="3A997DF5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课时</w:t>
            </w:r>
          </w:p>
          <w:p w14:paraId="1778420F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</w:t>
            </w:r>
          </w:p>
          <w:p w14:paraId="49D7E84D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目标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03FEC264"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通过本课时的学习，学生能够：</w:t>
            </w:r>
          </w:p>
          <w:p w14:paraId="0691E38C"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1.与同伴共同完成机器人，并分享交流机器人外貌。</w:t>
            </w:r>
          </w:p>
          <w:p w14:paraId="10987584"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2.能够对本单元所学的重点语言词汇句型整合。</w:t>
            </w:r>
          </w:p>
          <w:p w14:paraId="34C4DA2F"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3.能够对本单元进行反思和自我评价。</w:t>
            </w:r>
          </w:p>
        </w:tc>
      </w:tr>
      <w:tr w14:paraId="4DC4E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</w:trPr>
        <w:tc>
          <w:tcPr>
            <w:tcW w:w="1276" w:type="dxa"/>
            <w:noWrap w:val="0"/>
            <w:vAlign w:val="center"/>
          </w:tcPr>
          <w:p w14:paraId="15E87EA9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本课时</w:t>
            </w:r>
          </w:p>
          <w:p w14:paraId="31933BFB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核心语言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3F81F890">
            <w:p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【核心词汇】</w:t>
            </w:r>
          </w:p>
          <w:p w14:paraId="3F02F6B6">
            <w:pPr>
              <w:jc w:val="lef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【核心句型】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Our robot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 name is Rob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He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 got long legs. He hasn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t got hair.</w:t>
            </w:r>
          </w:p>
        </w:tc>
      </w:tr>
      <w:tr w14:paraId="4F50D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276" w:type="dxa"/>
            <w:noWrap w:val="0"/>
            <w:vAlign w:val="center"/>
          </w:tcPr>
          <w:p w14:paraId="52AA8AC7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</w:t>
            </w:r>
          </w:p>
          <w:p w14:paraId="289302CC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重点</w:t>
            </w:r>
          </w:p>
          <w:p w14:paraId="3733BC0B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难点</w:t>
            </w:r>
          </w:p>
          <w:p w14:paraId="2952674F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及突破</w:t>
            </w:r>
          </w:p>
          <w:p w14:paraId="4A83F201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方法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055A1366"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重点：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与同伴共同完成机器人，并分享交流机器人外貌的内容。能够对本单元所学的重点语言词汇句型整合。能够对本单元进行反思和自我评价。</w:t>
            </w:r>
          </w:p>
          <w:p w14:paraId="48688DF2">
            <w:pPr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难点：对机器人进行描述。</w:t>
            </w:r>
          </w:p>
          <w:p w14:paraId="3F653688"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突破方法：通过看听说梳理和学习介绍朋友的外貌，对人物进行外貌的描述。</w:t>
            </w:r>
          </w:p>
        </w:tc>
      </w:tr>
      <w:tr w14:paraId="0C881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276" w:type="dxa"/>
            <w:noWrap w:val="0"/>
            <w:vAlign w:val="center"/>
          </w:tcPr>
          <w:p w14:paraId="2E0D448F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</w:t>
            </w:r>
          </w:p>
          <w:p w14:paraId="289DBB1E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模式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5C60C9D3">
            <w:pPr>
              <w:ind w:firstLine="420" w:firstLineChars="200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小学英语“任务型活动化”六步教学模式 </w:t>
            </w:r>
          </w:p>
        </w:tc>
      </w:tr>
      <w:tr w14:paraId="12504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276" w:type="dxa"/>
            <w:vMerge w:val="restart"/>
            <w:noWrap w:val="0"/>
            <w:vAlign w:val="center"/>
          </w:tcPr>
          <w:p w14:paraId="4EC8333D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  <w:p w14:paraId="03C546D8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</w:t>
            </w:r>
          </w:p>
          <w:p w14:paraId="5F494726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内容</w:t>
            </w:r>
          </w:p>
          <w:p w14:paraId="6C826973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分析</w:t>
            </w:r>
          </w:p>
          <w:p w14:paraId="42EAC422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  <w:p w14:paraId="398E9BBB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（语篇</w:t>
            </w:r>
          </w:p>
          <w:p w14:paraId="4D678594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研读）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4E39AFF8"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【What】: Hit it big是结合美术学科的实践活动,让同伴合作，共同完成机器人并分享交流机器人外貌的内容;Wrap up活动内容，学生能够对本单元所学的重点语言词汇句型整合；Check it活动内容，学生能够对本单元进行反思和自我评价；</w:t>
            </w:r>
          </w:p>
        </w:tc>
      </w:tr>
      <w:tr w14:paraId="385B9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6" w:type="dxa"/>
            <w:vMerge w:val="continue"/>
            <w:noWrap w:val="0"/>
            <w:vAlign w:val="center"/>
          </w:tcPr>
          <w:p w14:paraId="4F3CD159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505" w:type="dxa"/>
            <w:gridSpan w:val="9"/>
            <w:noWrap w:val="0"/>
            <w:vAlign w:val="center"/>
          </w:tcPr>
          <w:p w14:paraId="73ABB369"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【Why】: 旨在让学生能够通过跨学科完成英语学习任务，提升学生语言的运用，感受语言学习的乐趣与实际运用，提升综合素养，升华单元主题意义。</w:t>
            </w:r>
          </w:p>
        </w:tc>
      </w:tr>
      <w:tr w14:paraId="02F6C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276" w:type="dxa"/>
            <w:vMerge w:val="continue"/>
            <w:noWrap w:val="0"/>
            <w:vAlign w:val="center"/>
          </w:tcPr>
          <w:p w14:paraId="2709A582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505" w:type="dxa"/>
            <w:gridSpan w:val="9"/>
            <w:noWrap w:val="0"/>
            <w:vAlign w:val="center"/>
          </w:tcPr>
          <w:p w14:paraId="6501EB8D">
            <w:pP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【How】: 该内容主要以学生为主体，进行动手操作能力。此处活动设置充分调动学生的积极性和自主探究意识，结合单元整体教学，突出单元主题意义。</w:t>
            </w:r>
          </w:p>
        </w:tc>
      </w:tr>
      <w:tr w14:paraId="3F16B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76" w:type="dxa"/>
            <w:noWrap w:val="0"/>
            <w:vAlign w:val="center"/>
          </w:tcPr>
          <w:p w14:paraId="319D0B29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学情</w:t>
            </w:r>
          </w:p>
          <w:p w14:paraId="4F62F089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分析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6D4D6072">
            <w:pPr>
              <w:rPr>
                <w:rFonts w:hint="default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教学对象为小学三年级学生，他们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在前三课的基础上已经对hasn</w:t>
            </w:r>
            <w:r>
              <w:rPr>
                <w:rFonts w:hint="default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t got 和has got 句式有了一定的理解和掌握，对形容词加身体部位的表达也较成熟，所以本课与同伴共同完成机器人，并分享交流机器人外貌也会简单些。</w:t>
            </w:r>
          </w:p>
        </w:tc>
      </w:tr>
      <w:tr w14:paraId="2E26A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76" w:type="dxa"/>
            <w:noWrap w:val="0"/>
            <w:vAlign w:val="center"/>
          </w:tcPr>
          <w:p w14:paraId="256C7BC7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教学准备</w:t>
            </w:r>
          </w:p>
          <w:p w14:paraId="3C7BB6BE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课程资源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2AD1E0CE">
            <w:pPr>
              <w:spacing w:line="360" w:lineRule="exact"/>
              <w:ind w:firstLine="420" w:firstLineChars="200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Cards, CD-ROM</w:t>
            </w:r>
          </w:p>
        </w:tc>
      </w:tr>
      <w:tr w14:paraId="604FB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276" w:type="dxa"/>
            <w:noWrap w:val="0"/>
            <w:vAlign w:val="center"/>
          </w:tcPr>
          <w:p w14:paraId="10D3FDA8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教学环节</w:t>
            </w:r>
          </w:p>
          <w:p w14:paraId="56B70FE4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时间分配</w:t>
            </w:r>
          </w:p>
        </w:tc>
        <w:tc>
          <w:tcPr>
            <w:tcW w:w="4589" w:type="dxa"/>
            <w:gridSpan w:val="4"/>
            <w:noWrap w:val="0"/>
            <w:vAlign w:val="center"/>
          </w:tcPr>
          <w:p w14:paraId="1C2AACB5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 与 学 过 程</w:t>
            </w:r>
          </w:p>
        </w:tc>
        <w:tc>
          <w:tcPr>
            <w:tcW w:w="2357" w:type="dxa"/>
            <w:gridSpan w:val="3"/>
            <w:noWrap w:val="0"/>
            <w:vAlign w:val="center"/>
          </w:tcPr>
          <w:p w14:paraId="54BBC0E8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设计意图</w:t>
            </w:r>
          </w:p>
        </w:tc>
        <w:tc>
          <w:tcPr>
            <w:tcW w:w="425" w:type="dxa"/>
            <w:noWrap w:val="0"/>
            <w:vAlign w:val="center"/>
          </w:tcPr>
          <w:p w14:paraId="0E195A2F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动态调整</w:t>
            </w:r>
          </w:p>
        </w:tc>
        <w:tc>
          <w:tcPr>
            <w:tcW w:w="1134" w:type="dxa"/>
            <w:noWrap w:val="0"/>
            <w:vAlign w:val="center"/>
          </w:tcPr>
          <w:p w14:paraId="5246076E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学习评价</w:t>
            </w:r>
          </w:p>
        </w:tc>
      </w:tr>
      <w:tr w14:paraId="142D3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</w:trPr>
        <w:tc>
          <w:tcPr>
            <w:tcW w:w="1276" w:type="dxa"/>
            <w:noWrap w:val="0"/>
            <w:vAlign w:val="top"/>
          </w:tcPr>
          <w:p w14:paraId="7647B990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6A504E0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I.Review and 5’</w:t>
            </w:r>
          </w:p>
          <w:p w14:paraId="12B12563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C4E31DA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BED6504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41CF2D74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380280AA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4AC69902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649FFE2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52CD891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8926C23">
            <w:pPr>
              <w:pStyle w:val="20"/>
              <w:ind w:left="0" w:leftChars="0" w:firstLine="0" w:firstLineChars="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39A20F9">
            <w:pPr>
              <w:pStyle w:val="20"/>
              <w:ind w:firstLine="48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E98AD14">
            <w:pPr>
              <w:pStyle w:val="20"/>
              <w:ind w:firstLine="48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33B2DDD8">
            <w:pPr>
              <w:pStyle w:val="2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F7F4D71">
            <w:pPr>
              <w:pStyle w:val="20"/>
              <w:ind w:firstLine="48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322F037">
            <w:pPr>
              <w:pStyle w:val="20"/>
              <w:ind w:firstLine="48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A32330C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4E1972A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II.lead in</w:t>
            </w:r>
          </w:p>
          <w:p w14:paraId="366A440C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10’</w:t>
            </w:r>
          </w:p>
          <w:p w14:paraId="077797B1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1BA2D1B2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4AA5AAB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163ED42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33E396C6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425DEE0A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6A8AD5F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88605AD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260AF1C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1BF452ED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497ED66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42F5D1F7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9ACBD84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EF7ABF6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4D552B4F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A32A2EE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6AF3F95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126EA3F4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56CF246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3D084E8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11ACBD18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4907F34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65DE639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4018280B">
            <w:pPr>
              <w:pStyle w:val="2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1FA69CD9">
            <w:pPr>
              <w:pStyle w:val="20"/>
              <w:ind w:firstLine="48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III.Design a robot 18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</w:p>
          <w:p w14:paraId="55AD920A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5EF451D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E6F7299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0176906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47DFF14A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54A3893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311F4F9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5856215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44116BC2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4311246B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200ADEB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1E73F58F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0C4F231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08BDF54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F5259CC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21052F4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168E210C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3CCF157E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85970EA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7F66D48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6CCBEB9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900A73D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724FF5F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1025CDE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253AB09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7DA499B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3DB38B7E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8AED20A">
            <w:pPr>
              <w:pStyle w:val="20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EABE6D3">
            <w:pPr>
              <w:pStyle w:val="20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A477248">
            <w:pPr>
              <w:pStyle w:val="20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476C5D0">
            <w:pPr>
              <w:pStyle w:val="20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C650D3F">
            <w:pPr>
              <w:pStyle w:val="20"/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341A808E">
            <w:pPr>
              <w:pStyle w:val="20"/>
              <w:ind w:firstLine="48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3546EFA8">
            <w:pPr>
              <w:pStyle w:val="20"/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IV.Summary and homework 2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</w:p>
        </w:tc>
        <w:tc>
          <w:tcPr>
            <w:tcW w:w="4589" w:type="dxa"/>
            <w:gridSpan w:val="4"/>
            <w:noWrap w:val="0"/>
            <w:vAlign w:val="top"/>
          </w:tcPr>
          <w:p w14:paraId="1C689447">
            <w:pPr>
              <w:pStyle w:val="20"/>
              <w:numPr>
                <w:ilvl w:val="0"/>
                <w:numId w:val="1"/>
              </w:numPr>
              <w:ind w:left="-420" w:leftChars="0" w:firstLineChars="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Say the chant and answer :What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 the chant about?-Body parts.</w:t>
            </w:r>
          </w:p>
          <w:p w14:paraId="762F2DF5">
            <w:pPr>
              <w:pStyle w:val="20"/>
              <w:numPr>
                <w:ilvl w:val="0"/>
                <w:numId w:val="1"/>
              </w:numPr>
              <w:ind w:left="-420" w:leftChars="0" w:firstLineChars="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What parts: We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ve got ...</w:t>
            </w:r>
          </w:p>
          <w:p w14:paraId="53D50522">
            <w:pPr>
              <w:pStyle w:val="20"/>
              <w:numPr>
                <w:ilvl w:val="0"/>
                <w:numId w:val="0"/>
              </w:numPr>
              <w:ind w:leftChars="0"/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160905" cy="1521460"/>
                  <wp:effectExtent l="0" t="0" r="10795" b="0"/>
                  <wp:docPr id="7" name="图片 55" descr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55" descr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905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59B44C">
            <w:pPr>
              <w:pStyle w:val="20"/>
              <w:numPr>
                <w:ilvl w:val="0"/>
                <w:numId w:val="1"/>
              </w:numPr>
              <w:ind w:left="-420" w:leftChars="0" w:firstLineChars="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We have five senses of our hedad :ears,nose,mouth,eyes,hands</w:t>
            </w:r>
          </w:p>
          <w:p w14:paraId="1F88AB61">
            <w:pPr>
              <w:pStyle w:val="20"/>
              <w:numPr>
                <w:ilvl w:val="0"/>
                <w:numId w:val="1"/>
              </w:numPr>
              <w:ind w:left="-420" w:leftChars="0" w:firstLineChars="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We see/eat/smell/touch/eat and talk witwith...</w:t>
            </w:r>
          </w:p>
          <w:p w14:paraId="391A91DA">
            <w:pPr>
              <w:pStyle w:val="20"/>
              <w:numPr>
                <w:ilvl w:val="0"/>
                <w:numId w:val="0"/>
              </w:numPr>
              <w:ind w:leftChars="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08B9EFC">
            <w:pPr>
              <w:pStyle w:val="20"/>
              <w:numPr>
                <w:ilvl w:val="0"/>
                <w:numId w:val="0"/>
              </w:numPr>
              <w:ind w:leftChars="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222A6F7">
            <w:pPr>
              <w:pStyle w:val="20"/>
              <w:numPr>
                <w:ilvl w:val="0"/>
                <w:numId w:val="0"/>
              </w:numPr>
              <w:ind w:leftChars="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F8EBC44">
            <w:pPr>
              <w:pStyle w:val="20"/>
              <w:numPr>
                <w:ilvl w:val="0"/>
                <w:numId w:val="2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Look at the picture of robots.</w:t>
            </w:r>
          </w:p>
          <w:p w14:paraId="3C546D87">
            <w:pPr>
              <w:pStyle w:val="20"/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A6AB45C">
            <w:pPr>
              <w:pStyle w:val="20"/>
              <w:numPr>
                <w:ilvl w:val="0"/>
                <w:numId w:val="2"/>
              </w:numPr>
              <w:ind w:leftChars="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Answer:What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 it about?-Robots.</w:t>
            </w:r>
          </w:p>
          <w:p w14:paraId="5761BB3E">
            <w:pPr>
              <w:pStyle w:val="20"/>
              <w:numPr>
                <w:ilvl w:val="0"/>
                <w:numId w:val="2"/>
              </w:numPr>
              <w:ind w:leftChars="0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What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 the robot like? It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 got... It hasn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t got...</w:t>
            </w:r>
          </w:p>
          <w:p w14:paraId="0DBF0E0F">
            <w:pPr>
              <w:pStyle w:val="20"/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/>
                <w:sz w:val="28"/>
                <w:szCs w:val="28"/>
                <w:lang w:val="en-US" w:eastAsia="zh-CN"/>
              </w:rPr>
              <w:drawing>
                <wp:inline distT="0" distB="0" distL="114300" distR="114300">
                  <wp:extent cx="2014220" cy="972185"/>
                  <wp:effectExtent l="0" t="0" r="0" b="0"/>
                  <wp:docPr id="10" name="图片 57" descr="图片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57" descr="图片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r="335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4220" cy="97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004F1">
            <w:pPr>
              <w:pStyle w:val="20"/>
              <w:widowControl w:val="0"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4.Task is designing our robot.</w:t>
            </w:r>
          </w:p>
          <w:p w14:paraId="6A35CECC">
            <w:pPr>
              <w:pStyle w:val="20"/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2776855" cy="1368425"/>
                  <wp:effectExtent l="0" t="0" r="4445" b="3175"/>
                  <wp:docPr id="9" name="图片 9" descr="1750056246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175005624629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6855" cy="1368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76BC3C">
            <w:pPr>
              <w:pStyle w:val="20"/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B7CC268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Talk about robots using.</w:t>
            </w:r>
          </w:p>
          <w:p w14:paraId="2D9C7BD2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Look and talk about them with English or Chinese.</w:t>
            </w:r>
          </w:p>
          <w:p w14:paraId="03CAE51D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Listen and number.</w:t>
            </w:r>
          </w:p>
          <w:p w14:paraId="32E7AD57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Talk about them with English.</w:t>
            </w:r>
          </w:p>
          <w:p w14:paraId="5D91B55A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Talk in pairs.</w:t>
            </w:r>
          </w:p>
          <w:p w14:paraId="01F98384">
            <w:pPr>
              <w:pStyle w:val="20"/>
              <w:widowControl w:val="0"/>
              <w:numPr>
                <w:ilvl w:val="0"/>
                <w:numId w:val="0"/>
              </w:numPr>
              <w:ind w:leftChars="2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2776220" cy="1818640"/>
                  <wp:effectExtent l="0" t="0" r="5080" b="10160"/>
                  <wp:docPr id="1" name="图片 1" descr="1744097050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74409705022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6220" cy="181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CFAF68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Let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 design :你心中的机器人</w:t>
            </w:r>
          </w:p>
          <w:p w14:paraId="04CD2022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Draw our robots and talk about it in team.</w:t>
            </w:r>
          </w:p>
          <w:p w14:paraId="3CE0DC36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Show and talk in class.</w:t>
            </w:r>
          </w:p>
          <w:p w14:paraId="68803F78">
            <w:pPr>
              <w:pStyle w:val="20"/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drawing>
                <wp:inline distT="0" distB="0" distL="114300" distR="114300">
                  <wp:extent cx="2774950" cy="2113915"/>
                  <wp:effectExtent l="0" t="0" r="6350" b="635"/>
                  <wp:docPr id="4" name="图片 4" descr="1744097189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174409718966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4950" cy="211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4F6B1C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Robots are our friends:What can they do？你知道他们能做哪些事情，应用于哪些领域？</w:t>
            </w:r>
          </w:p>
          <w:p w14:paraId="0C094C3F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Wrap up.</w:t>
            </w:r>
          </w:p>
          <w:p w14:paraId="0AB6E4FC">
            <w:pPr>
              <w:pStyle w:val="20"/>
              <w:widowControl w:val="0"/>
              <w:numPr>
                <w:ilvl w:val="0"/>
                <w:numId w:val="0"/>
              </w:numPr>
              <w:ind w:leftChars="2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1723390" cy="939165"/>
                  <wp:effectExtent l="0" t="0" r="10160" b="13335"/>
                  <wp:docPr id="5" name="图片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390" cy="939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93946D">
            <w:pPr>
              <w:pStyle w:val="20"/>
              <w:widowControl w:val="0"/>
              <w:numPr>
                <w:ilvl w:val="0"/>
                <w:numId w:val="3"/>
              </w:numPr>
              <w:ind w:left="0" w:leftChars="0" w:firstLine="420" w:firstLineChars="2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Watch a flash of robots.</w:t>
            </w:r>
          </w:p>
          <w:p w14:paraId="649588BE">
            <w:pPr>
              <w:pStyle w:val="20"/>
              <w:widowControl w:val="0"/>
              <w:numPr>
                <w:ilvl w:val="0"/>
                <w:numId w:val="0"/>
              </w:numPr>
              <w:ind w:leftChars="20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9795BC8">
            <w:pPr>
              <w:pStyle w:val="20"/>
              <w:numPr>
                <w:ilvl w:val="0"/>
                <w:numId w:val="4"/>
              </w:numPr>
              <w:ind w:left="0" w:leftChars="0" w:firstLine="420" w:firstLineChars="20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Summary:Have you learnt the body parts well?</w:t>
            </w:r>
          </w:p>
          <w:p w14:paraId="06E3F49F">
            <w:pPr>
              <w:pStyle w:val="20"/>
              <w:numPr>
                <w:ilvl w:val="0"/>
                <w:numId w:val="4"/>
              </w:numPr>
              <w:ind w:left="0" w:leftChars="0" w:firstLine="420" w:firstLineChars="200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Homework.</w:t>
            </w:r>
          </w:p>
          <w:p w14:paraId="5AB10389">
            <w:pPr>
              <w:pStyle w:val="20"/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2357" w:type="dxa"/>
            <w:gridSpan w:val="3"/>
            <w:noWrap w:val="0"/>
            <w:vAlign w:val="top"/>
          </w:tcPr>
          <w:p w14:paraId="16742233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唱歌谣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的活动中，理解歌曲大意，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复习身体部位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。</w:t>
            </w:r>
          </w:p>
          <w:p w14:paraId="203FA756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63FE877C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D46482B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7DA38BD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669F78CC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4A98163">
            <w:pPr>
              <w:tabs>
                <w:tab w:val="left" w:pos="4260"/>
                <w:tab w:val="center" w:pos="4819"/>
              </w:tabs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复习身体部位及五官的作用。</w:t>
            </w:r>
          </w:p>
          <w:p w14:paraId="6AF67717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4D052A2D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A4D871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DD49700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考察对单元核心词汇，语言的掌握情况。</w:t>
            </w:r>
          </w:p>
          <w:p w14:paraId="5461EA8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12A8A674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5B58E3E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69F2B03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C87563F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17BDF479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3F4BE5F5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AF0C8D6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0AC11037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01163AD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601E3F0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460FD16F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5CFB2B69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5E185BA3">
            <w:pPr>
              <w:tabs>
                <w:tab w:val="left" w:pos="4260"/>
                <w:tab w:val="center" w:pos="4819"/>
              </w:tabs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看春晚机器人报道描述机器人特点，导出本课重点。</w:t>
            </w:r>
          </w:p>
          <w:p w14:paraId="5F1A69B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D3F9E7F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370A35FF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A471C45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4CCDD54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0B3F144B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BDDE003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C34E652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7AAF492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55CAFCB1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3F21D767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197C5651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60C68248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  <w:p w14:paraId="24640252">
            <w:pPr>
              <w:tabs>
                <w:tab w:val="left" w:pos="4260"/>
                <w:tab w:val="center" w:pos="4819"/>
              </w:tabs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先观察不同机器人的身体结构，然后用汉语或英语描述机器人，之后利用现有书上图片进行听音标号练习，之后再用has got 和hasn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t got描述自己的机器人，让学生反复说达到掌握的目的。</w:t>
            </w:r>
          </w:p>
          <w:p w14:paraId="1A9B181E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4CFCA491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BDEF2BD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4B8BAFD6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6894677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A340A21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408DF17F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2F1A61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09D40DCD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52FE0ACC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175E877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06729B9C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5278FCCF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68274DE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DC4E88D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5A5930DB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7908C5D6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328C7531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2EAEA24B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 w14:paraId="4502344F">
            <w:pPr>
              <w:tabs>
                <w:tab w:val="left" w:pos="4260"/>
                <w:tab w:val="center" w:pos="4819"/>
              </w:tabs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拓展：通过了解机器人的应用领域感受科技的日新月异对人类的巨大贡献，并树立从小努力学习建设伟大祖国的远大理想。</w:t>
            </w:r>
          </w:p>
          <w:p w14:paraId="0D2DD6C2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参观动物园，能够对本单元所学的重点语言词汇句</w:t>
            </w:r>
          </w:p>
        </w:tc>
        <w:tc>
          <w:tcPr>
            <w:tcW w:w="425" w:type="dxa"/>
            <w:noWrap w:val="0"/>
            <w:vAlign w:val="top"/>
          </w:tcPr>
          <w:p w14:paraId="6E7ED6A5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top"/>
          </w:tcPr>
          <w:p w14:paraId="1E6BD6D7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观察学生能否参与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歌谣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互动和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身体部位的描述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，预热激活对课时的理解。</w:t>
            </w:r>
          </w:p>
          <w:p w14:paraId="48B89AFF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7884D801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69452AB4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5C87211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392FA05C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4D43B1AD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08458AB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2C71BD81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663F78E9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42A06753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0E039FA1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4626BD1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3C81B4FA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06D42739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教师观察学生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描述机器人的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能力，可以更换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互动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形式，引导学生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描述机器人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。</w:t>
            </w:r>
          </w:p>
          <w:p w14:paraId="77A9CE9B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58C9E809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71FD8F8F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4F2BF6F8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578E7650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教师观察学生能否在教师的提示下完成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用正确的句型描述机器人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。</w:t>
            </w:r>
          </w:p>
          <w:p w14:paraId="06454802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24208A79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03152670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7F418212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29AA33CB">
            <w:pPr>
              <w:tabs>
                <w:tab w:val="left" w:pos="4260"/>
                <w:tab w:val="center" w:pos="4819"/>
              </w:tabs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  <w:p w14:paraId="78EF5447">
            <w:pPr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教师观察学生的表达情况，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观察学生是否敢于表达，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适当给予学生语言支持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或肢体鼓励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。</w:t>
            </w:r>
          </w:p>
        </w:tc>
      </w:tr>
      <w:tr w14:paraId="05FF5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276" w:type="dxa"/>
            <w:noWrap w:val="0"/>
            <w:vAlign w:val="center"/>
          </w:tcPr>
          <w:p w14:paraId="503F73AF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作业设计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1B1F7335">
            <w:pPr>
              <w:jc w:val="left"/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基础性作业：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看图，描述所给机器人P22,自测P24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。</w:t>
            </w:r>
          </w:p>
          <w:p w14:paraId="4BC7D6A8">
            <w:pPr>
              <w:jc w:val="left"/>
              <w:rPr>
                <w:rFonts w:hint="default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  <w:t>拓展性作业：</w:t>
            </w:r>
            <w:r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  <w:lang w:val="en-US" w:eastAsia="zh-CN"/>
              </w:rPr>
              <w:t>机器人和人工智能的应用体现在具体哪件事上。</w:t>
            </w:r>
          </w:p>
        </w:tc>
      </w:tr>
      <w:tr w14:paraId="79752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276" w:type="dxa"/>
            <w:noWrap w:val="0"/>
            <w:vAlign w:val="center"/>
          </w:tcPr>
          <w:p w14:paraId="4DC4A208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板书设计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0D54B9CD">
            <w:pPr>
              <w:tabs>
                <w:tab w:val="left" w:pos="4260"/>
                <w:tab w:val="center" w:pos="4819"/>
              </w:tabs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Unit 2 Know your body</w:t>
            </w:r>
          </w:p>
          <w:p w14:paraId="1D50B6F3">
            <w:pPr>
              <w:tabs>
                <w:tab w:val="left" w:pos="4260"/>
                <w:tab w:val="center" w:pos="4819"/>
              </w:tabs>
              <w:ind w:firstLine="2100" w:firstLineChars="100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Our robot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 name is _______.</w:t>
            </w:r>
          </w:p>
          <w:p w14:paraId="7EEAAFF2">
            <w:pPr>
              <w:tabs>
                <w:tab w:val="left" w:pos="4260"/>
                <w:tab w:val="center" w:pos="4819"/>
              </w:tabs>
              <w:ind w:firstLine="2100" w:firstLineChars="1000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He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s got _________.</w:t>
            </w:r>
          </w:p>
          <w:p w14:paraId="7630297A">
            <w:pPr>
              <w:tabs>
                <w:tab w:val="left" w:pos="4260"/>
                <w:tab w:val="center" w:pos="4819"/>
              </w:tabs>
              <w:ind w:firstLine="2100" w:firstLineChars="1000"/>
              <w:jc w:val="left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But he hasn</w:t>
            </w: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t got ___________.</w:t>
            </w:r>
          </w:p>
        </w:tc>
      </w:tr>
      <w:tr w14:paraId="6D2DB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</w:trPr>
        <w:tc>
          <w:tcPr>
            <w:tcW w:w="1276" w:type="dxa"/>
            <w:noWrap w:val="0"/>
            <w:vAlign w:val="center"/>
          </w:tcPr>
          <w:p w14:paraId="110FF4DD">
            <w:pPr>
              <w:tabs>
                <w:tab w:val="left" w:pos="4260"/>
                <w:tab w:val="center" w:pos="4819"/>
              </w:tabs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教学反思与改进</w:t>
            </w:r>
          </w:p>
        </w:tc>
        <w:tc>
          <w:tcPr>
            <w:tcW w:w="8505" w:type="dxa"/>
            <w:gridSpan w:val="9"/>
            <w:noWrap w:val="0"/>
            <w:vAlign w:val="center"/>
          </w:tcPr>
          <w:p w14:paraId="43FAB05B">
            <w:pPr>
              <w:pStyle w:val="9"/>
              <w:wordWrap w:val="0"/>
              <w:spacing w:beforeAutospacing="0" w:afterAutospacing="0"/>
              <w:jc w:val="both"/>
              <w:rPr>
                <w:rFonts w:hint="eastAsia" w:ascii="仿宋_GB2312" w:hAnsi="仿宋_GB2312" w:eastAsia="仿宋_GB2312" w:cs="仿宋_GB2312"/>
                <w:spacing w:val="5"/>
                <w:sz w:val="21"/>
                <w:szCs w:val="21"/>
              </w:rPr>
            </w:pPr>
          </w:p>
        </w:tc>
      </w:tr>
    </w:tbl>
    <w:p w14:paraId="6C55C6D1">
      <w:pPr>
        <w:tabs>
          <w:tab w:val="left" w:pos="4260"/>
          <w:tab w:val="center" w:pos="4819"/>
        </w:tabs>
        <w:rPr>
          <w:rFonts w:hint="eastAsia" w:ascii="仿宋_GB2312" w:hAnsi="仿宋_GB2312" w:eastAsia="仿宋_GB2312" w:cs="仿宋_GB2312"/>
          <w:sz w:val="21"/>
          <w:szCs w:val="21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891739"/>
    <w:multiLevelType w:val="singleLevel"/>
    <w:tmpl w:val="8B891739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-420"/>
      </w:pPr>
    </w:lvl>
  </w:abstractNum>
  <w:abstractNum w:abstractNumId="1">
    <w:nsid w:val="90A3B248"/>
    <w:multiLevelType w:val="singleLevel"/>
    <w:tmpl w:val="90A3B24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E064FD9"/>
    <w:multiLevelType w:val="singleLevel"/>
    <w:tmpl w:val="FE064FD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0D3CF9C9"/>
    <w:multiLevelType w:val="singleLevel"/>
    <w:tmpl w:val="0D3CF9C9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0ZjA0OWM0ZGY4YWRkZjdhNDg1YTVmYmEzNDZhOGEifQ=="/>
  </w:docVars>
  <w:rsids>
    <w:rsidRoot w:val="00172A27"/>
    <w:rsid w:val="00000C2F"/>
    <w:rsid w:val="00002DED"/>
    <w:rsid w:val="000126DC"/>
    <w:rsid w:val="00021BFE"/>
    <w:rsid w:val="000250D3"/>
    <w:rsid w:val="00027686"/>
    <w:rsid w:val="00033115"/>
    <w:rsid w:val="0003478F"/>
    <w:rsid w:val="00046E2C"/>
    <w:rsid w:val="00052833"/>
    <w:rsid w:val="00060D66"/>
    <w:rsid w:val="00064C57"/>
    <w:rsid w:val="00064F62"/>
    <w:rsid w:val="00065712"/>
    <w:rsid w:val="000856C1"/>
    <w:rsid w:val="00092531"/>
    <w:rsid w:val="000955D1"/>
    <w:rsid w:val="000A21E1"/>
    <w:rsid w:val="000B1076"/>
    <w:rsid w:val="000B2538"/>
    <w:rsid w:val="000B6278"/>
    <w:rsid w:val="000C2E4D"/>
    <w:rsid w:val="000D4393"/>
    <w:rsid w:val="000E324B"/>
    <w:rsid w:val="000E735D"/>
    <w:rsid w:val="000F2C4A"/>
    <w:rsid w:val="000F31C7"/>
    <w:rsid w:val="00101AA3"/>
    <w:rsid w:val="00106743"/>
    <w:rsid w:val="00107F79"/>
    <w:rsid w:val="001100D4"/>
    <w:rsid w:val="00121794"/>
    <w:rsid w:val="001226B4"/>
    <w:rsid w:val="001340E3"/>
    <w:rsid w:val="0013670D"/>
    <w:rsid w:val="00141F40"/>
    <w:rsid w:val="001429AC"/>
    <w:rsid w:val="001509A1"/>
    <w:rsid w:val="00151DD5"/>
    <w:rsid w:val="001605D6"/>
    <w:rsid w:val="00165786"/>
    <w:rsid w:val="00172E9E"/>
    <w:rsid w:val="001731A9"/>
    <w:rsid w:val="00175253"/>
    <w:rsid w:val="0018107B"/>
    <w:rsid w:val="00181AC3"/>
    <w:rsid w:val="00183580"/>
    <w:rsid w:val="00197606"/>
    <w:rsid w:val="001A748E"/>
    <w:rsid w:val="001C23A8"/>
    <w:rsid w:val="001C36E0"/>
    <w:rsid w:val="001C64F4"/>
    <w:rsid w:val="001E367D"/>
    <w:rsid w:val="001F45FA"/>
    <w:rsid w:val="0020054E"/>
    <w:rsid w:val="00200E9B"/>
    <w:rsid w:val="00205991"/>
    <w:rsid w:val="002066D3"/>
    <w:rsid w:val="00212A7E"/>
    <w:rsid w:val="00215760"/>
    <w:rsid w:val="0021691C"/>
    <w:rsid w:val="002172E7"/>
    <w:rsid w:val="0022368F"/>
    <w:rsid w:val="00237D4B"/>
    <w:rsid w:val="00245FDF"/>
    <w:rsid w:val="0024638C"/>
    <w:rsid w:val="002547D3"/>
    <w:rsid w:val="00254B17"/>
    <w:rsid w:val="00255AB2"/>
    <w:rsid w:val="00260A4C"/>
    <w:rsid w:val="00264511"/>
    <w:rsid w:val="00272569"/>
    <w:rsid w:val="002826DA"/>
    <w:rsid w:val="002843A8"/>
    <w:rsid w:val="002869D5"/>
    <w:rsid w:val="00292DAB"/>
    <w:rsid w:val="002A15FE"/>
    <w:rsid w:val="002A2E5E"/>
    <w:rsid w:val="002A6452"/>
    <w:rsid w:val="002B3CCF"/>
    <w:rsid w:val="002B5567"/>
    <w:rsid w:val="002C7AF7"/>
    <w:rsid w:val="002D2450"/>
    <w:rsid w:val="002D406F"/>
    <w:rsid w:val="002D49B6"/>
    <w:rsid w:val="002D5DBB"/>
    <w:rsid w:val="002E1938"/>
    <w:rsid w:val="002E70BD"/>
    <w:rsid w:val="002F1E9A"/>
    <w:rsid w:val="002F2B3E"/>
    <w:rsid w:val="002F3B90"/>
    <w:rsid w:val="00300CD6"/>
    <w:rsid w:val="00304D42"/>
    <w:rsid w:val="003071E7"/>
    <w:rsid w:val="00312445"/>
    <w:rsid w:val="003133A7"/>
    <w:rsid w:val="003146DB"/>
    <w:rsid w:val="003219E4"/>
    <w:rsid w:val="00322099"/>
    <w:rsid w:val="00322834"/>
    <w:rsid w:val="00326566"/>
    <w:rsid w:val="003276EF"/>
    <w:rsid w:val="00333E2A"/>
    <w:rsid w:val="003472FB"/>
    <w:rsid w:val="0035089D"/>
    <w:rsid w:val="00353BD4"/>
    <w:rsid w:val="00357653"/>
    <w:rsid w:val="00360993"/>
    <w:rsid w:val="00361610"/>
    <w:rsid w:val="003766FD"/>
    <w:rsid w:val="003777CE"/>
    <w:rsid w:val="0038340D"/>
    <w:rsid w:val="00387317"/>
    <w:rsid w:val="003917F7"/>
    <w:rsid w:val="003938AE"/>
    <w:rsid w:val="003956A2"/>
    <w:rsid w:val="00397334"/>
    <w:rsid w:val="003A1387"/>
    <w:rsid w:val="003A2163"/>
    <w:rsid w:val="003A2F77"/>
    <w:rsid w:val="003A3C44"/>
    <w:rsid w:val="003A7F83"/>
    <w:rsid w:val="003B0C7D"/>
    <w:rsid w:val="003B69C1"/>
    <w:rsid w:val="003C006D"/>
    <w:rsid w:val="003C441B"/>
    <w:rsid w:val="003D266B"/>
    <w:rsid w:val="003D2FA8"/>
    <w:rsid w:val="003E0136"/>
    <w:rsid w:val="003E3CAA"/>
    <w:rsid w:val="003F01DF"/>
    <w:rsid w:val="004013F4"/>
    <w:rsid w:val="004104A9"/>
    <w:rsid w:val="004109AC"/>
    <w:rsid w:val="00412F06"/>
    <w:rsid w:val="00414CEB"/>
    <w:rsid w:val="004157B9"/>
    <w:rsid w:val="0042399E"/>
    <w:rsid w:val="0043434F"/>
    <w:rsid w:val="00441A8C"/>
    <w:rsid w:val="00442FDA"/>
    <w:rsid w:val="0044514A"/>
    <w:rsid w:val="00450F4B"/>
    <w:rsid w:val="00454E2F"/>
    <w:rsid w:val="00485D65"/>
    <w:rsid w:val="00494823"/>
    <w:rsid w:val="00496215"/>
    <w:rsid w:val="004A1481"/>
    <w:rsid w:val="004A21D4"/>
    <w:rsid w:val="004A294B"/>
    <w:rsid w:val="004A65E6"/>
    <w:rsid w:val="004A7A44"/>
    <w:rsid w:val="004B1695"/>
    <w:rsid w:val="004B358C"/>
    <w:rsid w:val="004B6CC9"/>
    <w:rsid w:val="004B7E3D"/>
    <w:rsid w:val="004C00E6"/>
    <w:rsid w:val="004C7CDC"/>
    <w:rsid w:val="004D00BD"/>
    <w:rsid w:val="004D197A"/>
    <w:rsid w:val="004E0AF3"/>
    <w:rsid w:val="004E1A44"/>
    <w:rsid w:val="004E3D21"/>
    <w:rsid w:val="004E645C"/>
    <w:rsid w:val="0050528A"/>
    <w:rsid w:val="005140DA"/>
    <w:rsid w:val="00514422"/>
    <w:rsid w:val="00515272"/>
    <w:rsid w:val="005153F2"/>
    <w:rsid w:val="00517094"/>
    <w:rsid w:val="005176CE"/>
    <w:rsid w:val="00520CA0"/>
    <w:rsid w:val="00521F80"/>
    <w:rsid w:val="00522B52"/>
    <w:rsid w:val="005252F1"/>
    <w:rsid w:val="0053209E"/>
    <w:rsid w:val="00535236"/>
    <w:rsid w:val="00540FAE"/>
    <w:rsid w:val="005410E6"/>
    <w:rsid w:val="005415FF"/>
    <w:rsid w:val="00546310"/>
    <w:rsid w:val="00546E60"/>
    <w:rsid w:val="00551055"/>
    <w:rsid w:val="00553D74"/>
    <w:rsid w:val="005723D1"/>
    <w:rsid w:val="00574D15"/>
    <w:rsid w:val="00581981"/>
    <w:rsid w:val="005903A5"/>
    <w:rsid w:val="00592379"/>
    <w:rsid w:val="005A7369"/>
    <w:rsid w:val="005B17B5"/>
    <w:rsid w:val="005C13BA"/>
    <w:rsid w:val="005C295A"/>
    <w:rsid w:val="005C5734"/>
    <w:rsid w:val="005C68E2"/>
    <w:rsid w:val="005C7DD5"/>
    <w:rsid w:val="005D7A2D"/>
    <w:rsid w:val="005D7E66"/>
    <w:rsid w:val="005E6A61"/>
    <w:rsid w:val="005F05F5"/>
    <w:rsid w:val="005F6485"/>
    <w:rsid w:val="00602F3A"/>
    <w:rsid w:val="00606DE8"/>
    <w:rsid w:val="00607509"/>
    <w:rsid w:val="00626E0A"/>
    <w:rsid w:val="00627277"/>
    <w:rsid w:val="00627F87"/>
    <w:rsid w:val="0063462E"/>
    <w:rsid w:val="006366CC"/>
    <w:rsid w:val="0064545B"/>
    <w:rsid w:val="006476C9"/>
    <w:rsid w:val="0065132C"/>
    <w:rsid w:val="00651BF7"/>
    <w:rsid w:val="006533C4"/>
    <w:rsid w:val="00661F02"/>
    <w:rsid w:val="00664978"/>
    <w:rsid w:val="00671519"/>
    <w:rsid w:val="00676612"/>
    <w:rsid w:val="00680DD4"/>
    <w:rsid w:val="006A0E98"/>
    <w:rsid w:val="006A33E0"/>
    <w:rsid w:val="006A46A8"/>
    <w:rsid w:val="006A6EEE"/>
    <w:rsid w:val="006A7F5B"/>
    <w:rsid w:val="006B1B6C"/>
    <w:rsid w:val="006B5679"/>
    <w:rsid w:val="006B5AF4"/>
    <w:rsid w:val="006B7463"/>
    <w:rsid w:val="006C133D"/>
    <w:rsid w:val="006D03DB"/>
    <w:rsid w:val="006D2BCE"/>
    <w:rsid w:val="006D2FA3"/>
    <w:rsid w:val="006D34AE"/>
    <w:rsid w:val="006E23FD"/>
    <w:rsid w:val="006E463E"/>
    <w:rsid w:val="006F7B16"/>
    <w:rsid w:val="006F7D43"/>
    <w:rsid w:val="006F7E49"/>
    <w:rsid w:val="006F7E71"/>
    <w:rsid w:val="00706CE3"/>
    <w:rsid w:val="00707C1C"/>
    <w:rsid w:val="00711882"/>
    <w:rsid w:val="00725579"/>
    <w:rsid w:val="00733F29"/>
    <w:rsid w:val="0073451E"/>
    <w:rsid w:val="0073485E"/>
    <w:rsid w:val="007472EC"/>
    <w:rsid w:val="00755C0F"/>
    <w:rsid w:val="007842BD"/>
    <w:rsid w:val="00786383"/>
    <w:rsid w:val="00793C4A"/>
    <w:rsid w:val="00797F3A"/>
    <w:rsid w:val="007A58FA"/>
    <w:rsid w:val="007A6BE7"/>
    <w:rsid w:val="007A6E8C"/>
    <w:rsid w:val="007A7303"/>
    <w:rsid w:val="007B0759"/>
    <w:rsid w:val="007B4B02"/>
    <w:rsid w:val="007C4C83"/>
    <w:rsid w:val="007C6B03"/>
    <w:rsid w:val="007D7875"/>
    <w:rsid w:val="007E02D4"/>
    <w:rsid w:val="007E1D7E"/>
    <w:rsid w:val="007E1DF2"/>
    <w:rsid w:val="007F46E3"/>
    <w:rsid w:val="007F74F2"/>
    <w:rsid w:val="008000A5"/>
    <w:rsid w:val="00801CB9"/>
    <w:rsid w:val="00802C1F"/>
    <w:rsid w:val="008047F8"/>
    <w:rsid w:val="00812A55"/>
    <w:rsid w:val="00813B51"/>
    <w:rsid w:val="00817894"/>
    <w:rsid w:val="008220B3"/>
    <w:rsid w:val="008251FA"/>
    <w:rsid w:val="008266F3"/>
    <w:rsid w:val="00827F4F"/>
    <w:rsid w:val="008376F4"/>
    <w:rsid w:val="00843193"/>
    <w:rsid w:val="00843873"/>
    <w:rsid w:val="00853DDA"/>
    <w:rsid w:val="00855483"/>
    <w:rsid w:val="008677AA"/>
    <w:rsid w:val="00874DE3"/>
    <w:rsid w:val="00887BBF"/>
    <w:rsid w:val="00893262"/>
    <w:rsid w:val="0089431B"/>
    <w:rsid w:val="00895CAB"/>
    <w:rsid w:val="008A3E3E"/>
    <w:rsid w:val="008A5586"/>
    <w:rsid w:val="008B206B"/>
    <w:rsid w:val="008B6BD7"/>
    <w:rsid w:val="008C23C4"/>
    <w:rsid w:val="008C781B"/>
    <w:rsid w:val="008D2E08"/>
    <w:rsid w:val="008D3C21"/>
    <w:rsid w:val="008D3DB4"/>
    <w:rsid w:val="008D5600"/>
    <w:rsid w:val="008D7EB3"/>
    <w:rsid w:val="008E0D13"/>
    <w:rsid w:val="008E11DA"/>
    <w:rsid w:val="008E2981"/>
    <w:rsid w:val="008E3875"/>
    <w:rsid w:val="008E7329"/>
    <w:rsid w:val="008F35C2"/>
    <w:rsid w:val="008F4F19"/>
    <w:rsid w:val="008F77C8"/>
    <w:rsid w:val="008F7FA3"/>
    <w:rsid w:val="00905E00"/>
    <w:rsid w:val="00907514"/>
    <w:rsid w:val="009121CA"/>
    <w:rsid w:val="009169AE"/>
    <w:rsid w:val="00917893"/>
    <w:rsid w:val="0091791D"/>
    <w:rsid w:val="00923B8D"/>
    <w:rsid w:val="00925061"/>
    <w:rsid w:val="00927DDD"/>
    <w:rsid w:val="0093487C"/>
    <w:rsid w:val="00947D5F"/>
    <w:rsid w:val="00952C8B"/>
    <w:rsid w:val="009561E8"/>
    <w:rsid w:val="00963004"/>
    <w:rsid w:val="00980232"/>
    <w:rsid w:val="00981FBA"/>
    <w:rsid w:val="0099017A"/>
    <w:rsid w:val="009906F1"/>
    <w:rsid w:val="00990E4B"/>
    <w:rsid w:val="00993645"/>
    <w:rsid w:val="00995B0E"/>
    <w:rsid w:val="009A0230"/>
    <w:rsid w:val="009A2905"/>
    <w:rsid w:val="009B3585"/>
    <w:rsid w:val="009B502A"/>
    <w:rsid w:val="009C41F5"/>
    <w:rsid w:val="009C4958"/>
    <w:rsid w:val="009C6088"/>
    <w:rsid w:val="009D27C1"/>
    <w:rsid w:val="009D3061"/>
    <w:rsid w:val="009D33E2"/>
    <w:rsid w:val="009D5D6A"/>
    <w:rsid w:val="009D714C"/>
    <w:rsid w:val="009F29E2"/>
    <w:rsid w:val="009F3FEB"/>
    <w:rsid w:val="00A02C07"/>
    <w:rsid w:val="00A05F7B"/>
    <w:rsid w:val="00A13B5E"/>
    <w:rsid w:val="00A14915"/>
    <w:rsid w:val="00A14D5D"/>
    <w:rsid w:val="00A24DBD"/>
    <w:rsid w:val="00A257BF"/>
    <w:rsid w:val="00A33936"/>
    <w:rsid w:val="00A42FDB"/>
    <w:rsid w:val="00A479AD"/>
    <w:rsid w:val="00A501BA"/>
    <w:rsid w:val="00A57ED8"/>
    <w:rsid w:val="00A62206"/>
    <w:rsid w:val="00A64477"/>
    <w:rsid w:val="00A73D6C"/>
    <w:rsid w:val="00A76F67"/>
    <w:rsid w:val="00A774C5"/>
    <w:rsid w:val="00A8361C"/>
    <w:rsid w:val="00A86E55"/>
    <w:rsid w:val="00A91393"/>
    <w:rsid w:val="00A94296"/>
    <w:rsid w:val="00AA116B"/>
    <w:rsid w:val="00AA1601"/>
    <w:rsid w:val="00AB24E2"/>
    <w:rsid w:val="00AB4621"/>
    <w:rsid w:val="00AC11DB"/>
    <w:rsid w:val="00AC5A6B"/>
    <w:rsid w:val="00AD3785"/>
    <w:rsid w:val="00AD3F33"/>
    <w:rsid w:val="00AD4BE4"/>
    <w:rsid w:val="00AE53C3"/>
    <w:rsid w:val="00AF7482"/>
    <w:rsid w:val="00B0636E"/>
    <w:rsid w:val="00B10D6C"/>
    <w:rsid w:val="00B111F9"/>
    <w:rsid w:val="00B12005"/>
    <w:rsid w:val="00B225EE"/>
    <w:rsid w:val="00B37400"/>
    <w:rsid w:val="00B37B68"/>
    <w:rsid w:val="00B478D5"/>
    <w:rsid w:val="00B61C0B"/>
    <w:rsid w:val="00B61C57"/>
    <w:rsid w:val="00B62D3F"/>
    <w:rsid w:val="00B7300F"/>
    <w:rsid w:val="00B74B0B"/>
    <w:rsid w:val="00B74D7B"/>
    <w:rsid w:val="00B86193"/>
    <w:rsid w:val="00BA69B7"/>
    <w:rsid w:val="00BA7E7E"/>
    <w:rsid w:val="00BC04CD"/>
    <w:rsid w:val="00BD110B"/>
    <w:rsid w:val="00BD6213"/>
    <w:rsid w:val="00BD64FD"/>
    <w:rsid w:val="00BE05A6"/>
    <w:rsid w:val="00BE1F3D"/>
    <w:rsid w:val="00BE4D5C"/>
    <w:rsid w:val="00BF4570"/>
    <w:rsid w:val="00C024E9"/>
    <w:rsid w:val="00C02700"/>
    <w:rsid w:val="00C05FBB"/>
    <w:rsid w:val="00C11009"/>
    <w:rsid w:val="00C17ED9"/>
    <w:rsid w:val="00C2075D"/>
    <w:rsid w:val="00C20EBF"/>
    <w:rsid w:val="00C23992"/>
    <w:rsid w:val="00C2719F"/>
    <w:rsid w:val="00C34B3D"/>
    <w:rsid w:val="00C35D2B"/>
    <w:rsid w:val="00C40B06"/>
    <w:rsid w:val="00C46CD8"/>
    <w:rsid w:val="00C4707F"/>
    <w:rsid w:val="00C4783A"/>
    <w:rsid w:val="00C506BB"/>
    <w:rsid w:val="00C513D4"/>
    <w:rsid w:val="00C54C2C"/>
    <w:rsid w:val="00C54D95"/>
    <w:rsid w:val="00C61260"/>
    <w:rsid w:val="00C651B4"/>
    <w:rsid w:val="00C70E79"/>
    <w:rsid w:val="00C72590"/>
    <w:rsid w:val="00C72B1B"/>
    <w:rsid w:val="00C743C7"/>
    <w:rsid w:val="00C805D9"/>
    <w:rsid w:val="00C81FA9"/>
    <w:rsid w:val="00C84F89"/>
    <w:rsid w:val="00C85A4D"/>
    <w:rsid w:val="00C87045"/>
    <w:rsid w:val="00C930BC"/>
    <w:rsid w:val="00CB63A4"/>
    <w:rsid w:val="00CB63A9"/>
    <w:rsid w:val="00CC7B30"/>
    <w:rsid w:val="00CD26C7"/>
    <w:rsid w:val="00CD5B4A"/>
    <w:rsid w:val="00CE39B6"/>
    <w:rsid w:val="00CE701C"/>
    <w:rsid w:val="00CF69F9"/>
    <w:rsid w:val="00D044D1"/>
    <w:rsid w:val="00D05A0A"/>
    <w:rsid w:val="00D062F4"/>
    <w:rsid w:val="00D06893"/>
    <w:rsid w:val="00D072BF"/>
    <w:rsid w:val="00D10251"/>
    <w:rsid w:val="00D15BE5"/>
    <w:rsid w:val="00D238DC"/>
    <w:rsid w:val="00D32379"/>
    <w:rsid w:val="00D33905"/>
    <w:rsid w:val="00D4069D"/>
    <w:rsid w:val="00D4507E"/>
    <w:rsid w:val="00D573F6"/>
    <w:rsid w:val="00D57EDA"/>
    <w:rsid w:val="00D651E8"/>
    <w:rsid w:val="00D653A0"/>
    <w:rsid w:val="00D75504"/>
    <w:rsid w:val="00D80386"/>
    <w:rsid w:val="00D807DB"/>
    <w:rsid w:val="00D833BF"/>
    <w:rsid w:val="00D9066A"/>
    <w:rsid w:val="00DA2D32"/>
    <w:rsid w:val="00DA611F"/>
    <w:rsid w:val="00DB25DE"/>
    <w:rsid w:val="00DB4D61"/>
    <w:rsid w:val="00DB63AD"/>
    <w:rsid w:val="00DB70CD"/>
    <w:rsid w:val="00DC3D7A"/>
    <w:rsid w:val="00DD483B"/>
    <w:rsid w:val="00DD6D9E"/>
    <w:rsid w:val="00DE0ADA"/>
    <w:rsid w:val="00DE468C"/>
    <w:rsid w:val="00DE4FEF"/>
    <w:rsid w:val="00DF277F"/>
    <w:rsid w:val="00E03935"/>
    <w:rsid w:val="00E05171"/>
    <w:rsid w:val="00E14D9B"/>
    <w:rsid w:val="00E16DD0"/>
    <w:rsid w:val="00E246DC"/>
    <w:rsid w:val="00E2479D"/>
    <w:rsid w:val="00E24B4A"/>
    <w:rsid w:val="00E25C1D"/>
    <w:rsid w:val="00E30E8A"/>
    <w:rsid w:val="00E44804"/>
    <w:rsid w:val="00E44DDC"/>
    <w:rsid w:val="00E46A03"/>
    <w:rsid w:val="00E511DD"/>
    <w:rsid w:val="00E6089B"/>
    <w:rsid w:val="00E62AC5"/>
    <w:rsid w:val="00E62CCE"/>
    <w:rsid w:val="00E651CE"/>
    <w:rsid w:val="00E72D5D"/>
    <w:rsid w:val="00E74E9C"/>
    <w:rsid w:val="00E75915"/>
    <w:rsid w:val="00E82D4D"/>
    <w:rsid w:val="00E861AA"/>
    <w:rsid w:val="00E94534"/>
    <w:rsid w:val="00EA350C"/>
    <w:rsid w:val="00EA3C6A"/>
    <w:rsid w:val="00EA5DFE"/>
    <w:rsid w:val="00EA6663"/>
    <w:rsid w:val="00ED101B"/>
    <w:rsid w:val="00ED2600"/>
    <w:rsid w:val="00EE6E88"/>
    <w:rsid w:val="00EF1873"/>
    <w:rsid w:val="00EF658F"/>
    <w:rsid w:val="00EF6D58"/>
    <w:rsid w:val="00F1596D"/>
    <w:rsid w:val="00F2047C"/>
    <w:rsid w:val="00F2148E"/>
    <w:rsid w:val="00F21635"/>
    <w:rsid w:val="00F21836"/>
    <w:rsid w:val="00F23A67"/>
    <w:rsid w:val="00F27508"/>
    <w:rsid w:val="00F3012F"/>
    <w:rsid w:val="00F32148"/>
    <w:rsid w:val="00F4072B"/>
    <w:rsid w:val="00F411DA"/>
    <w:rsid w:val="00F43339"/>
    <w:rsid w:val="00F51866"/>
    <w:rsid w:val="00F62709"/>
    <w:rsid w:val="00F74DBE"/>
    <w:rsid w:val="00F76F49"/>
    <w:rsid w:val="00F90467"/>
    <w:rsid w:val="00F91A11"/>
    <w:rsid w:val="00F93479"/>
    <w:rsid w:val="00F941E5"/>
    <w:rsid w:val="00FB1FD7"/>
    <w:rsid w:val="00FC767C"/>
    <w:rsid w:val="00FD21A8"/>
    <w:rsid w:val="00FE0057"/>
    <w:rsid w:val="00FE0CE0"/>
    <w:rsid w:val="00FF4D05"/>
    <w:rsid w:val="03636D4C"/>
    <w:rsid w:val="0A7C4E18"/>
    <w:rsid w:val="0DC61622"/>
    <w:rsid w:val="0F3A4E0A"/>
    <w:rsid w:val="18533AA8"/>
    <w:rsid w:val="18876866"/>
    <w:rsid w:val="1903724C"/>
    <w:rsid w:val="1DE47D80"/>
    <w:rsid w:val="1F2D78FF"/>
    <w:rsid w:val="20C2504B"/>
    <w:rsid w:val="22153BC4"/>
    <w:rsid w:val="25341F6A"/>
    <w:rsid w:val="2810682C"/>
    <w:rsid w:val="28F34ABB"/>
    <w:rsid w:val="2C5E1400"/>
    <w:rsid w:val="2D6A1F89"/>
    <w:rsid w:val="2DB774E1"/>
    <w:rsid w:val="32340B02"/>
    <w:rsid w:val="357C66A6"/>
    <w:rsid w:val="38E26AD9"/>
    <w:rsid w:val="3C6831D4"/>
    <w:rsid w:val="427739D7"/>
    <w:rsid w:val="436144BA"/>
    <w:rsid w:val="43753E3A"/>
    <w:rsid w:val="455E0FC5"/>
    <w:rsid w:val="469A2D03"/>
    <w:rsid w:val="47906A80"/>
    <w:rsid w:val="4A766E01"/>
    <w:rsid w:val="4C114117"/>
    <w:rsid w:val="4CAD2192"/>
    <w:rsid w:val="4FCF6B10"/>
    <w:rsid w:val="5225083F"/>
    <w:rsid w:val="52851F5D"/>
    <w:rsid w:val="6D673B9C"/>
    <w:rsid w:val="71A43E00"/>
    <w:rsid w:val="7F134C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480" w:firstLineChars="200"/>
    </w:pPr>
    <w:rPr>
      <w:rFonts w:ascii="宋体" w:hAnsi="宋体"/>
      <w:sz w:val="24"/>
    </w:rPr>
  </w:style>
  <w:style w:type="paragraph" w:styleId="4">
    <w:name w:val="Plain Text"/>
    <w:basedOn w:val="1"/>
    <w:link w:val="16"/>
    <w:qFormat/>
    <w:uiPriority w:val="99"/>
    <w:rPr>
      <w:rFonts w:ascii="宋体" w:hAnsi="Courier New" w:cs="Courier New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  <w:rPr>
      <w:b/>
      <w:bCs/>
      <w:sz w:val="28"/>
    </w:r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qFormat/>
    <w:uiPriority w:val="0"/>
    <w:rPr>
      <w:i/>
      <w:iCs/>
    </w:rPr>
  </w:style>
  <w:style w:type="character" w:styleId="14">
    <w:name w:val="Hyperlink"/>
    <w:qFormat/>
    <w:uiPriority w:val="0"/>
    <w:rPr>
      <w:color w:val="0000FF"/>
      <w:u w:val="single"/>
    </w:rPr>
  </w:style>
  <w:style w:type="character" w:customStyle="1" w:styleId="15">
    <w:name w:val="标题 1 字符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6">
    <w:name w:val="纯文本 字符"/>
    <w:link w:val="4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7">
    <w:name w:val="批注框文本 Char"/>
    <w:link w:val="6"/>
    <w:qFormat/>
    <w:uiPriority w:val="0"/>
    <w:rPr>
      <w:kern w:val="2"/>
      <w:sz w:val="18"/>
      <w:szCs w:val="18"/>
    </w:rPr>
  </w:style>
  <w:style w:type="character" w:customStyle="1" w:styleId="18">
    <w:name w:val="页眉 字符"/>
    <w:link w:val="8"/>
    <w:qFormat/>
    <w:uiPriority w:val="0"/>
    <w:rPr>
      <w:kern w:val="2"/>
      <w:sz w:val="18"/>
      <w:szCs w:val="18"/>
    </w:rPr>
  </w:style>
  <w:style w:type="character" w:customStyle="1" w:styleId="19">
    <w:name w:val="纯文本 字符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3下U2第4课时4.2.docx</Template>
  <Pages>4</Pages>
  <Words>1453</Words>
  <Characters>2094</Characters>
  <Lines>20</Lines>
  <Paragraphs>5</Paragraphs>
  <TotalTime>1</TotalTime>
  <ScaleCrop>false</ScaleCrop>
  <LinksUpToDate>false</LinksUpToDate>
  <CharactersWithSpaces>2290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2025-04-08T06:23:00Z</dcterms:created>
  <dc:creator>WPS_1645607740</dc:creator>
  <cp:lastModifiedBy>WPS_1645607740</cp:lastModifiedBy>
  <dcterms:modified xsi:type="dcterms:W3CDTF">2025-07-08T01:51:00Z</dcterms:modified>
  <dc:title>教          案</dc:title>
  <cp:revision>351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1AE5899DFC1E4E1B91997F86AF9014B6_11</vt:lpwstr>
  </property>
  <property fmtid="{D5CDD505-2E9C-101B-9397-08002B2CF9AE}" pid="4" name="KSOTemplateDocerSaveRecord">
    <vt:lpwstr>eyJoZGlkIjoiYzRlNmU0N2VlZmNkMmIzMmFkZmQ2MTkyNzZjNTdmMWYiLCJ1c2VySWQiOiIxMzM0NDUwNjgyIn0=</vt:lpwstr>
  </property>
</Properties>
</file>