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28"/>
          <w:szCs w:val="28"/>
        </w:rPr>
        <w:t>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-20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/>
          <w:sz w:val="28"/>
          <w:szCs w:val="28"/>
        </w:rPr>
        <w:t>学年</w:t>
      </w:r>
      <w:r>
        <w:rPr>
          <w:rFonts w:hint="eastAsia" w:ascii="宋体" w:hAnsi="宋体"/>
          <w:b/>
          <w:sz w:val="28"/>
          <w:szCs w:val="28"/>
          <w:lang w:eastAsia="zh-CN"/>
        </w:rPr>
        <w:t>上</w:t>
      </w:r>
      <w:r>
        <w:rPr>
          <w:rFonts w:hint="eastAsia" w:ascii="宋体" w:hAnsi="宋体"/>
          <w:b/>
          <w:sz w:val="28"/>
          <w:szCs w:val="28"/>
        </w:rPr>
        <w:t>学期初二课程表</w:t>
      </w:r>
    </w:p>
    <w:p>
      <w:pPr>
        <w:ind w:left="2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 xml:space="preserve">                                              </w:t>
      </w:r>
      <w:r>
        <w:rPr>
          <w:rFonts w:hint="eastAsia" w:ascii="宋体" w:hAnsi="宋体"/>
          <w:b/>
          <w:szCs w:val="21"/>
        </w:rPr>
        <w:t>201</w:t>
      </w:r>
      <w:r>
        <w:rPr>
          <w:rFonts w:hint="eastAsia" w:ascii="宋体" w:hAnsi="宋体"/>
          <w:b/>
          <w:szCs w:val="21"/>
          <w:lang w:val="en-US" w:eastAsia="zh-CN"/>
        </w:rPr>
        <w:t>9</w:t>
      </w:r>
      <w:r>
        <w:rPr>
          <w:rFonts w:hint="eastAsia" w:ascii="宋体" w:hAnsi="宋体"/>
          <w:b/>
          <w:szCs w:val="21"/>
        </w:rPr>
        <w:t>.</w:t>
      </w:r>
      <w:r>
        <w:rPr>
          <w:rFonts w:hint="eastAsia" w:ascii="宋体" w:hAnsi="宋体"/>
          <w:b/>
          <w:szCs w:val="21"/>
          <w:lang w:val="en-US" w:eastAsia="zh-CN"/>
        </w:rPr>
        <w:t>9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437" w:tblpY="2409"/>
        <w:tblW w:w="1138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947"/>
        <w:gridCol w:w="949"/>
        <w:gridCol w:w="949"/>
        <w:gridCol w:w="947"/>
        <w:gridCol w:w="948"/>
        <w:gridCol w:w="949"/>
        <w:gridCol w:w="947"/>
        <w:gridCol w:w="949"/>
        <w:gridCol w:w="949"/>
        <w:gridCol w:w="947"/>
        <w:gridCol w:w="95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949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</w:rPr>
              <w:t>.1</w:t>
            </w:r>
          </w:p>
        </w:tc>
        <w:tc>
          <w:tcPr>
            <w:tcW w:w="947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一</w:t>
            </w:r>
          </w:p>
        </w:tc>
        <w:tc>
          <w:tcPr>
            <w:tcW w:w="94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二</w:t>
            </w:r>
          </w:p>
        </w:tc>
        <w:tc>
          <w:tcPr>
            <w:tcW w:w="94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四</w:t>
            </w:r>
          </w:p>
        </w:tc>
        <w:tc>
          <w:tcPr>
            <w:tcW w:w="948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五</w:t>
            </w:r>
          </w:p>
        </w:tc>
        <w:tc>
          <w:tcPr>
            <w:tcW w:w="94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</w:rPr>
              <w:t>.2</w:t>
            </w:r>
          </w:p>
        </w:tc>
        <w:tc>
          <w:tcPr>
            <w:tcW w:w="947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一</w:t>
            </w:r>
          </w:p>
        </w:tc>
        <w:tc>
          <w:tcPr>
            <w:tcW w:w="94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二</w:t>
            </w:r>
          </w:p>
        </w:tc>
        <w:tc>
          <w:tcPr>
            <w:tcW w:w="94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四</w:t>
            </w:r>
          </w:p>
        </w:tc>
        <w:tc>
          <w:tcPr>
            <w:tcW w:w="950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五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2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2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3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劳技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3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4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自习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4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劳技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5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5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信息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足球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6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信息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美术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实践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6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活动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美术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7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7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音乐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地方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8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音乐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地方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足球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校本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活动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8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实践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校本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</w:rPr>
              <w:t>.3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</w:t>
            </w:r>
            <w:r>
              <w:rPr>
                <w:rFonts w:ascii="宋体" w:hAnsi="宋体"/>
                <w:b/>
                <w:bCs/>
                <w:sz w:val="24"/>
              </w:rPr>
              <w:t>.4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2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劳技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物理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2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物理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劳技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英语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3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生物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3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道法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语文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4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英语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4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数学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自习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地理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5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足球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体育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信息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5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地理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历史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地方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6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地理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道法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color w:val="auto"/>
                <w:sz w:val="24"/>
              </w:rPr>
              <w:t>6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体育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生物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信息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实践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7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音乐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7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足球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美术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8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美术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实践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活动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校本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地方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8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活动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校本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音乐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94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</w:rPr>
              <w:t>.</w:t>
            </w:r>
            <w:r>
              <w:rPr>
                <w:rFonts w:hint="eastAsia" w:ascii="微软雅黑" w:hAnsi="微软雅黑" w:eastAsia="微软雅黑"/>
                <w:b/>
                <w:bCs/>
                <w:sz w:val="24"/>
              </w:rPr>
              <w:t>5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英语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语文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数学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劳技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道法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音乐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美术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6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地理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足球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历史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7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生物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信息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自习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/>
                <w:b/>
                <w:bCs/>
                <w:sz w:val="24"/>
              </w:rPr>
              <w:t>8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实践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体育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地方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校本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活动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lang w:val="en-US"/>
        </w:rPr>
      </w:pPr>
      <w:r>
        <w:rPr>
          <w:rFonts w:hint="eastAsia"/>
          <w:sz w:val="18"/>
          <w:szCs w:val="18"/>
        </w:rPr>
        <w:t>注：地方课程：</w:t>
      </w:r>
      <w:r>
        <w:rPr>
          <w:rFonts w:hint="eastAsia"/>
          <w:sz w:val="18"/>
          <w:szCs w:val="18"/>
          <w:lang w:eastAsia="zh-CN"/>
        </w:rPr>
        <w:t>期末另集中</w:t>
      </w:r>
      <w:r>
        <w:rPr>
          <w:rFonts w:hint="eastAsia"/>
          <w:sz w:val="18"/>
          <w:szCs w:val="18"/>
          <w:lang w:val="en-US" w:eastAsia="zh-CN"/>
        </w:rPr>
        <w:t>8节；研究性学习、社区服务、社会实践集中在中小学科学实践中心、各社区教育活动完成不在课表中体现。垃圾分类在周一第七节自习进行。体育课中有健康教育5课时.写字练习在美术课中进行。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14F61"/>
    <w:rsid w:val="000919AB"/>
    <w:rsid w:val="000E65D4"/>
    <w:rsid w:val="001E3EDD"/>
    <w:rsid w:val="004D5614"/>
    <w:rsid w:val="0050071F"/>
    <w:rsid w:val="005A00D4"/>
    <w:rsid w:val="005C3FF8"/>
    <w:rsid w:val="006114AF"/>
    <w:rsid w:val="006721F5"/>
    <w:rsid w:val="006F0B7B"/>
    <w:rsid w:val="00742C33"/>
    <w:rsid w:val="007E79AB"/>
    <w:rsid w:val="00815CCB"/>
    <w:rsid w:val="00910429"/>
    <w:rsid w:val="00916C7D"/>
    <w:rsid w:val="00A312A9"/>
    <w:rsid w:val="00AA05E0"/>
    <w:rsid w:val="00AB1607"/>
    <w:rsid w:val="00BB7C07"/>
    <w:rsid w:val="00C837C5"/>
    <w:rsid w:val="00DA7775"/>
    <w:rsid w:val="00F42349"/>
    <w:rsid w:val="00FA7306"/>
    <w:rsid w:val="00FE4794"/>
    <w:rsid w:val="18932B51"/>
    <w:rsid w:val="29713E1D"/>
    <w:rsid w:val="2BCA38BF"/>
    <w:rsid w:val="310E7CB6"/>
    <w:rsid w:val="33765E25"/>
    <w:rsid w:val="3CFE0531"/>
    <w:rsid w:val="3E7B167A"/>
    <w:rsid w:val="43BB57D4"/>
    <w:rsid w:val="53A150DA"/>
    <w:rsid w:val="55014F61"/>
    <w:rsid w:val="59A11FE4"/>
    <w:rsid w:val="5D9F3B37"/>
    <w:rsid w:val="604A0CEF"/>
    <w:rsid w:val="61192641"/>
    <w:rsid w:val="6D535020"/>
    <w:rsid w:val="7911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135</Words>
  <Characters>770</Characters>
  <Lines>6</Lines>
  <Paragraphs>1</Paragraphs>
  <TotalTime>1</TotalTime>
  <ScaleCrop>false</ScaleCrop>
  <LinksUpToDate>false</LinksUpToDate>
  <CharactersWithSpaces>904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2018-08-30T08:26:00Z</dcterms:created>
  <dc:creator>user</dc:creator>
  <cp:lastModifiedBy>user</cp:lastModifiedBy>
  <cp:lastPrinted>2018-09-03T08:11:00Z</cp:lastPrinted>
  <dcterms:modified xsi:type="dcterms:W3CDTF">2019-09-09T01:17:34Z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